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9723E0" w:rsidRPr="007B486B" w:rsidRDefault="008F51AA" w:rsidP="005A6100">
      <w:pPr>
        <w:pStyle w:val="Heading1"/>
        <w:tabs>
          <w:tab w:val="right" w:pos="9072"/>
        </w:tabs>
        <w:spacing w:line="240" w:lineRule="auto"/>
        <w:rPr>
          <w:rFonts w:asciiTheme="minorHAnsi" w:hAnsiTheme="minorHAnsi" w:cs="Times New Roman"/>
          <w:lang w:val="de-DE"/>
        </w:rPr>
      </w:pPr>
      <w:r w:rsidRPr="007B486B">
        <w:rPr>
          <w:rFonts w:asciiTheme="minorHAnsi" w:hAnsiTheme="minorHAnsi" w:cs="Times New Roman"/>
          <w:lang w:val="de-DE"/>
        </w:rPr>
        <w:tab/>
      </w:r>
      <w:r w:rsidR="00D62E7F">
        <w:rPr>
          <w:rFonts w:asciiTheme="minorHAnsi" w:hAnsiTheme="minorHAnsi" w:cs="Times New Roman"/>
          <w:lang w:val="de-DE"/>
        </w:rPr>
        <w:t xml:space="preserve">Die achte </w:t>
      </w:r>
      <w:r w:rsidR="00442CCA">
        <w:rPr>
          <w:rFonts w:asciiTheme="minorHAnsi" w:hAnsiTheme="minorHAnsi" w:cs="Times New Roman"/>
          <w:lang w:val="de-DE"/>
        </w:rPr>
        <w:t>Clue Writing Challenge</w:t>
      </w:r>
    </w:p>
    <w:p w:rsidR="00442CCA" w:rsidRDefault="00D62E7F" w:rsidP="00087AD0">
      <w:pPr>
        <w:pStyle w:val="NoSpacing"/>
        <w:rPr>
          <w:lang w:val="de-DE"/>
        </w:rPr>
      </w:pPr>
      <w:bookmarkStart w:id="0" w:name="_GoBack"/>
      <w:r>
        <w:rPr>
          <w:lang w:val="de-DE"/>
        </w:rPr>
        <w:t>Titel deiner Story:</w:t>
      </w:r>
      <w:r>
        <w:rPr>
          <w:lang w:val="de-DE"/>
        </w:rPr>
        <w:br/>
      </w:r>
      <w:r w:rsidR="00442CCA">
        <w:rPr>
          <w:lang w:val="de-DE"/>
        </w:rPr>
        <w:t>Dein Name oder Pseudonym:</w:t>
      </w:r>
      <w:r w:rsidR="00442CCA">
        <w:rPr>
          <w:lang w:val="de-DE"/>
        </w:rPr>
        <w:br/>
        <w:t>Protagonist/in 1:</w:t>
      </w:r>
      <w:r w:rsidR="00442CCA">
        <w:rPr>
          <w:lang w:val="de-DE"/>
        </w:rPr>
        <w:br/>
        <w:t>Protagonist/in 2:</w:t>
      </w:r>
      <w:r w:rsidR="00442CCA">
        <w:rPr>
          <w:lang w:val="de-DE"/>
        </w:rPr>
        <w:br/>
        <w:t>Protagonist/in 3:</w:t>
      </w:r>
      <w:r>
        <w:rPr>
          <w:lang w:val="de-DE"/>
        </w:rPr>
        <w:br/>
        <w:t>Link zum Beitrag auf deiner Seite:</w:t>
      </w:r>
    </w:p>
    <w:p w:rsidR="007B486B" w:rsidRPr="007B486B" w:rsidRDefault="00C668FB" w:rsidP="00087AD0">
      <w:pPr>
        <w:pStyle w:val="NoSpacing"/>
        <w:rPr>
          <w:lang w:val="de-DE"/>
        </w:rPr>
      </w:pPr>
      <w:r>
        <w:rPr>
          <w:lang w:val="de-DE"/>
        </w:rPr>
        <w:t>[</w:t>
      </w:r>
      <w:r w:rsidR="00CB11B5" w:rsidRPr="007B486B">
        <w:rPr>
          <w:lang w:val="de-DE"/>
        </w:rPr>
        <w:t xml:space="preserve">Ersetze diesen Text durch deine Story. Zum Erstellen eines Zeilenwechsels kannst du „SHIFT+Enter“ verwenden, um einen Absatzwechsel einzufügen „Enter“. Wir wünschen dir megalotastischen </w:t>
      </w:r>
      <w:r w:rsidR="007B486B" w:rsidRPr="007B486B">
        <w:rPr>
          <w:lang w:val="de-DE"/>
        </w:rPr>
        <w:t>Spaß</w:t>
      </w:r>
      <w:r w:rsidR="00CB11B5" w:rsidRPr="007B486B">
        <w:rPr>
          <w:lang w:val="de-DE"/>
        </w:rPr>
        <w:t xml:space="preserve"> beim Schreiben!</w:t>
      </w:r>
      <w:r w:rsidR="007B486B" w:rsidRPr="007B486B">
        <w:rPr>
          <w:lang w:val="de-DE"/>
        </w:rPr>
        <w:t xml:space="preserve"> </w:t>
      </w:r>
      <w:r w:rsidR="007B486B" w:rsidRPr="007B486B">
        <w:rPr>
          <w:lang w:val="de-DE"/>
        </w:rPr>
        <w:br/>
        <w:t xml:space="preserve">Wir verwenden auf Clue Writing die </w:t>
      </w:r>
      <w:r w:rsidR="007B486B">
        <w:rPr>
          <w:lang w:val="de-DE"/>
        </w:rPr>
        <w:t xml:space="preserve">deutschen Anführungszeichen („“) und </w:t>
      </w:r>
      <w:r w:rsidR="00C45FC0">
        <w:rPr>
          <w:lang w:val="de-DE"/>
        </w:rPr>
        <w:t xml:space="preserve">in MS Word </w:t>
      </w:r>
      <w:r w:rsidR="007B486B">
        <w:rPr>
          <w:lang w:val="de-DE"/>
        </w:rPr>
        <w:t>die Rechtschreiberegeln „Deutsch (Deutschland)“</w:t>
      </w:r>
      <w:r>
        <w:rPr>
          <w:lang w:val="de-DE"/>
        </w:rPr>
        <w:t>]</w:t>
      </w:r>
      <w:bookmarkEnd w:id="0"/>
    </w:p>
    <w:sectPr w:rsidR="007B486B" w:rsidRPr="007B486B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F12" w:rsidRDefault="00714F12">
      <w:pPr>
        <w:spacing w:after="0" w:line="240" w:lineRule="auto"/>
      </w:pPr>
      <w:r>
        <w:separator/>
      </w:r>
    </w:p>
  </w:endnote>
  <w:endnote w:type="continuationSeparator" w:id="0">
    <w:p w:rsidR="00714F12" w:rsidRDefault="0071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4C3" w:rsidRDefault="00B124C3">
    <w:pPr>
      <w:pStyle w:val="Footer"/>
      <w:jc w:val="center"/>
      <w:rPr>
        <w:color w:val="BFBFBF" w:themeColor="background1" w:themeShade="BF"/>
        <w:sz w:val="16"/>
      </w:rPr>
    </w:pPr>
    <w:r>
      <w:fldChar w:fldCharType="begin"/>
    </w:r>
    <w:r>
      <w:instrText>PAGE   \* MERGEFORMAT</w:instrText>
    </w:r>
    <w:r>
      <w:fldChar w:fldCharType="separate"/>
    </w:r>
    <w:r w:rsidR="00CB11B5" w:rsidRPr="00CB11B5">
      <w:rPr>
        <w:noProof/>
        <w:color w:val="BFBFBF" w:themeColor="background1" w:themeShade="BF"/>
        <w:sz w:val="16"/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F12" w:rsidRDefault="00714F12">
      <w:pPr>
        <w:spacing w:after="0" w:line="240" w:lineRule="auto"/>
      </w:pPr>
      <w:r>
        <w:separator/>
      </w:r>
    </w:p>
  </w:footnote>
  <w:footnote w:type="continuationSeparator" w:id="0">
    <w:p w:rsidR="00714F12" w:rsidRDefault="0071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4C3" w:rsidRDefault="00B124C3">
    <w:pPr>
      <w:pStyle w:val="Header"/>
      <w:jc w:val="center"/>
      <w:rPr>
        <w:smallCaps/>
        <w:color w:val="BFBFBF" w:themeColor="background1" w:themeShade="BF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5201A"/>
    <w:multiLevelType w:val="hybridMultilevel"/>
    <w:tmpl w:val="6DBAECE4"/>
    <w:lvl w:ilvl="0" w:tplc="8966A1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47C81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9A8937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E9E032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3126A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0385B7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04A862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D0A46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696051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D8B4DA4"/>
    <w:multiLevelType w:val="hybridMultilevel"/>
    <w:tmpl w:val="987EA344"/>
    <w:lvl w:ilvl="0" w:tplc="78664294">
      <w:start w:val="19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D497E"/>
    <w:multiLevelType w:val="hybridMultilevel"/>
    <w:tmpl w:val="789EBC32"/>
    <w:lvl w:ilvl="0" w:tplc="5AD615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6649E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308275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876AA1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3808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A1CD37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720A1A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75C3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80000A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5F8122A"/>
    <w:multiLevelType w:val="hybridMultilevel"/>
    <w:tmpl w:val="1DBAC4CA"/>
    <w:lvl w:ilvl="0" w:tplc="075244DE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6D861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42CA26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76CB37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8FAC9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07A5B4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CF84B8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4B09F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168B9A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CFA62E0"/>
    <w:multiLevelType w:val="hybridMultilevel"/>
    <w:tmpl w:val="E812BD30"/>
    <w:lvl w:ilvl="0" w:tplc="821011A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76AAF7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556BB4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2A2214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3B686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D68477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862AE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DB658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A16CB0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EE20E89"/>
    <w:multiLevelType w:val="hybridMultilevel"/>
    <w:tmpl w:val="BBA8CEC2"/>
    <w:lvl w:ilvl="0" w:tplc="86805B4E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4EA0D2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674D3C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81098F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15215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4DCE1F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F8C16B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DF466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C96C53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17409B6"/>
    <w:multiLevelType w:val="hybridMultilevel"/>
    <w:tmpl w:val="8812A944"/>
    <w:lvl w:ilvl="0" w:tplc="3318AEE2">
      <w:start w:val="1"/>
      <w:numFmt w:val="bullet"/>
      <w:lvlText w:val=""/>
      <w:lvlJc w:val="left"/>
      <w:pPr>
        <w:ind w:left="720" w:hanging="360"/>
      </w:pPr>
      <w:rPr>
        <w:rFonts w:ascii="Wingdings" w:hAnsi="Wingdings"/>
      </w:rPr>
    </w:lvl>
    <w:lvl w:ilvl="1" w:tplc="C4F6948A">
      <w:start w:val="1"/>
      <w:numFmt w:val="bullet"/>
      <w:lvlText w:val=""/>
      <w:lvlJc w:val="left"/>
      <w:pPr>
        <w:ind w:left="1440" w:hanging="360"/>
      </w:pPr>
      <w:rPr>
        <w:rFonts w:ascii="Wingdings" w:hAnsi="Wingdings"/>
      </w:rPr>
    </w:lvl>
    <w:lvl w:ilvl="2" w:tplc="16AE68A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8A68A8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0A08A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ACCC26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D90E83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90E8A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002A34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55607F9"/>
    <w:multiLevelType w:val="hybridMultilevel"/>
    <w:tmpl w:val="09241B00"/>
    <w:lvl w:ilvl="0" w:tplc="282097A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647447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430084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94C65C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7244B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3C2CF2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C9AFD5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DA60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832D70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6607D4C"/>
    <w:multiLevelType w:val="hybridMultilevel"/>
    <w:tmpl w:val="329862C2"/>
    <w:lvl w:ilvl="0" w:tplc="29CA9178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13863F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CD0CE8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13AD8B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2EEC9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592C77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1C0109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7D2F9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98C5BF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A8E3923"/>
    <w:multiLevelType w:val="hybridMultilevel"/>
    <w:tmpl w:val="84320A74"/>
    <w:lvl w:ilvl="0" w:tplc="71D445BC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CB3C4F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350D97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9F416B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9E657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712F4F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380A8B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B2EEC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65410D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B241A92"/>
    <w:multiLevelType w:val="hybridMultilevel"/>
    <w:tmpl w:val="19FC1C5A"/>
    <w:lvl w:ilvl="0" w:tplc="F828A496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9EFE25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4BCE15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524CD3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ACE13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DF2E77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FC6C52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D1C2B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AE485C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1E3577F"/>
    <w:multiLevelType w:val="hybridMultilevel"/>
    <w:tmpl w:val="BD060540"/>
    <w:lvl w:ilvl="0" w:tplc="DCAEB2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5AC5D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35CC2F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086F7E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FE49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C1631C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2461A8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5B0F4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036709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426E25C5"/>
    <w:multiLevelType w:val="hybridMultilevel"/>
    <w:tmpl w:val="179C30CE"/>
    <w:lvl w:ilvl="0" w:tplc="7F72CC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B6149"/>
    <w:multiLevelType w:val="hybridMultilevel"/>
    <w:tmpl w:val="CF6878EE"/>
    <w:lvl w:ilvl="0" w:tplc="A37EA6F6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A76EB8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134322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EF4C0D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7422E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56286B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21CF4D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62CD9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5DE3A9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7794148"/>
    <w:multiLevelType w:val="hybridMultilevel"/>
    <w:tmpl w:val="71BCC492"/>
    <w:lvl w:ilvl="0" w:tplc="9580F0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33C59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A70E9E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8DCEFE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01E18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BE8E42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5C0A6E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A6E60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03A73D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DD072C2"/>
    <w:multiLevelType w:val="hybridMultilevel"/>
    <w:tmpl w:val="826AA1B2"/>
    <w:lvl w:ilvl="0" w:tplc="A01AA8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E6812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0600C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B546F1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E607B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DFE76C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DEA6BD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F6A1B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7641F9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03F4154"/>
    <w:multiLevelType w:val="hybridMultilevel"/>
    <w:tmpl w:val="09D8181A"/>
    <w:lvl w:ilvl="0" w:tplc="1ED4151E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7C869B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45A7E3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432B89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59E76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454660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CE2AF9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B76E8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0BEF2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17C518A"/>
    <w:multiLevelType w:val="hybridMultilevel"/>
    <w:tmpl w:val="D34CC8E2"/>
    <w:lvl w:ilvl="0" w:tplc="1736B96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409041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854FC3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E0C70E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00C26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EE0CC3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3BC65B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F6CBF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8302C0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58840A1A"/>
    <w:multiLevelType w:val="hybridMultilevel"/>
    <w:tmpl w:val="918C2616"/>
    <w:lvl w:ilvl="0" w:tplc="738E6EFC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1F1AA2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FE4280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E4C1C8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27403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7BED38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71E08E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012D7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27CF08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AE425FA"/>
    <w:multiLevelType w:val="hybridMultilevel"/>
    <w:tmpl w:val="2B3E3686"/>
    <w:lvl w:ilvl="0" w:tplc="314A5A62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C3EE3C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FECF72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F7EF79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D8CD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CB2EBF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556137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1F23B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B4E9AB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633F2C02"/>
    <w:multiLevelType w:val="hybridMultilevel"/>
    <w:tmpl w:val="FD8C693E"/>
    <w:lvl w:ilvl="0" w:tplc="E6E201B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6045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D4A43C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546B2D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1A0DA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B329F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56CCEC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1E26D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4624AF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4F26C51"/>
    <w:multiLevelType w:val="hybridMultilevel"/>
    <w:tmpl w:val="7C70525C"/>
    <w:lvl w:ilvl="0" w:tplc="2CAAD53E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4F0ACCCA">
      <w:start w:val="1"/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 w:tplc="F170ED0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DA4B15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73C2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7C4B16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AF8371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40064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BBC51D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20"/>
  </w:num>
  <w:num w:numId="3">
    <w:abstractNumId w:val="21"/>
  </w:num>
  <w:num w:numId="4">
    <w:abstractNumId w:val="6"/>
  </w:num>
  <w:num w:numId="5">
    <w:abstractNumId w:val="10"/>
  </w:num>
  <w:num w:numId="6">
    <w:abstractNumId w:val="9"/>
  </w:num>
  <w:num w:numId="7">
    <w:abstractNumId w:val="0"/>
  </w:num>
  <w:num w:numId="8">
    <w:abstractNumId w:val="11"/>
  </w:num>
  <w:num w:numId="9">
    <w:abstractNumId w:val="19"/>
  </w:num>
  <w:num w:numId="10">
    <w:abstractNumId w:val="17"/>
  </w:num>
  <w:num w:numId="11">
    <w:abstractNumId w:val="18"/>
  </w:num>
  <w:num w:numId="12">
    <w:abstractNumId w:val="3"/>
  </w:num>
  <w:num w:numId="13">
    <w:abstractNumId w:val="14"/>
  </w:num>
  <w:num w:numId="14">
    <w:abstractNumId w:val="4"/>
  </w:num>
  <w:num w:numId="15">
    <w:abstractNumId w:val="15"/>
  </w:num>
  <w:num w:numId="16">
    <w:abstractNumId w:val="5"/>
  </w:num>
  <w:num w:numId="17">
    <w:abstractNumId w:val="13"/>
  </w:num>
  <w:num w:numId="18">
    <w:abstractNumId w:val="8"/>
  </w:num>
  <w:num w:numId="19">
    <w:abstractNumId w:val="16"/>
  </w:num>
  <w:num w:numId="20">
    <w:abstractNumId w:val="7"/>
  </w:num>
  <w:num w:numId="21">
    <w:abstractNumId w:val="1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AAE"/>
    <w:rsid w:val="0000535B"/>
    <w:rsid w:val="00010512"/>
    <w:rsid w:val="00012B20"/>
    <w:rsid w:val="000251C6"/>
    <w:rsid w:val="00030662"/>
    <w:rsid w:val="000320C3"/>
    <w:rsid w:val="00034F92"/>
    <w:rsid w:val="0004057C"/>
    <w:rsid w:val="00042087"/>
    <w:rsid w:val="00042240"/>
    <w:rsid w:val="000445DA"/>
    <w:rsid w:val="00046F26"/>
    <w:rsid w:val="00051B37"/>
    <w:rsid w:val="00060350"/>
    <w:rsid w:val="00060362"/>
    <w:rsid w:val="00061E25"/>
    <w:rsid w:val="00067DA1"/>
    <w:rsid w:val="0007104F"/>
    <w:rsid w:val="000714BD"/>
    <w:rsid w:val="00071E9A"/>
    <w:rsid w:val="0008046B"/>
    <w:rsid w:val="00086E5E"/>
    <w:rsid w:val="00087AD0"/>
    <w:rsid w:val="0009444E"/>
    <w:rsid w:val="00097FEF"/>
    <w:rsid w:val="000A007A"/>
    <w:rsid w:val="000A1D11"/>
    <w:rsid w:val="000A6BC3"/>
    <w:rsid w:val="000A6EC5"/>
    <w:rsid w:val="000C06F5"/>
    <w:rsid w:val="000C18A3"/>
    <w:rsid w:val="000C3A39"/>
    <w:rsid w:val="000C726F"/>
    <w:rsid w:val="000D1FAE"/>
    <w:rsid w:val="000D20F7"/>
    <w:rsid w:val="000D26B6"/>
    <w:rsid w:val="000D309B"/>
    <w:rsid w:val="000D4725"/>
    <w:rsid w:val="000E3FE4"/>
    <w:rsid w:val="000E540C"/>
    <w:rsid w:val="000E7573"/>
    <w:rsid w:val="000F02CB"/>
    <w:rsid w:val="000F0C51"/>
    <w:rsid w:val="000F26B6"/>
    <w:rsid w:val="000F2CBD"/>
    <w:rsid w:val="000F37D9"/>
    <w:rsid w:val="00110999"/>
    <w:rsid w:val="001163F7"/>
    <w:rsid w:val="00116672"/>
    <w:rsid w:val="00124B1F"/>
    <w:rsid w:val="001263F7"/>
    <w:rsid w:val="001263FA"/>
    <w:rsid w:val="0013338A"/>
    <w:rsid w:val="00133E83"/>
    <w:rsid w:val="00136427"/>
    <w:rsid w:val="001406A9"/>
    <w:rsid w:val="00140913"/>
    <w:rsid w:val="0014271C"/>
    <w:rsid w:val="00144E6A"/>
    <w:rsid w:val="001514A6"/>
    <w:rsid w:val="00152840"/>
    <w:rsid w:val="00155D0B"/>
    <w:rsid w:val="00156F20"/>
    <w:rsid w:val="00164448"/>
    <w:rsid w:val="00166370"/>
    <w:rsid w:val="0017738B"/>
    <w:rsid w:val="00177C3A"/>
    <w:rsid w:val="00180247"/>
    <w:rsid w:val="00180413"/>
    <w:rsid w:val="001815C4"/>
    <w:rsid w:val="001832AD"/>
    <w:rsid w:val="001836F7"/>
    <w:rsid w:val="00184C70"/>
    <w:rsid w:val="00194003"/>
    <w:rsid w:val="00194234"/>
    <w:rsid w:val="00195CBF"/>
    <w:rsid w:val="0019673E"/>
    <w:rsid w:val="00197E3F"/>
    <w:rsid w:val="001A13AE"/>
    <w:rsid w:val="001A20D5"/>
    <w:rsid w:val="001A6B82"/>
    <w:rsid w:val="001B02E5"/>
    <w:rsid w:val="001C1848"/>
    <w:rsid w:val="001C2F63"/>
    <w:rsid w:val="001C5782"/>
    <w:rsid w:val="001D173A"/>
    <w:rsid w:val="001D5126"/>
    <w:rsid w:val="001D7E88"/>
    <w:rsid w:val="001E132D"/>
    <w:rsid w:val="001E1D8A"/>
    <w:rsid w:val="001E50C5"/>
    <w:rsid w:val="001F06DB"/>
    <w:rsid w:val="001F124D"/>
    <w:rsid w:val="001F595E"/>
    <w:rsid w:val="00200BD0"/>
    <w:rsid w:val="002045C5"/>
    <w:rsid w:val="00206F15"/>
    <w:rsid w:val="0020722E"/>
    <w:rsid w:val="002127D1"/>
    <w:rsid w:val="002137C0"/>
    <w:rsid w:val="002210C5"/>
    <w:rsid w:val="00222143"/>
    <w:rsid w:val="00224791"/>
    <w:rsid w:val="0022502A"/>
    <w:rsid w:val="00225C8D"/>
    <w:rsid w:val="00226A74"/>
    <w:rsid w:val="002305EB"/>
    <w:rsid w:val="0023159D"/>
    <w:rsid w:val="00236F41"/>
    <w:rsid w:val="00242056"/>
    <w:rsid w:val="002431C6"/>
    <w:rsid w:val="00260688"/>
    <w:rsid w:val="00261520"/>
    <w:rsid w:val="00265374"/>
    <w:rsid w:val="00265E15"/>
    <w:rsid w:val="00272D4C"/>
    <w:rsid w:val="00281212"/>
    <w:rsid w:val="00291E6E"/>
    <w:rsid w:val="00295895"/>
    <w:rsid w:val="002A01B7"/>
    <w:rsid w:val="002A026E"/>
    <w:rsid w:val="002A3814"/>
    <w:rsid w:val="002A7A6F"/>
    <w:rsid w:val="002B3E38"/>
    <w:rsid w:val="002B4415"/>
    <w:rsid w:val="002B46BA"/>
    <w:rsid w:val="002B4F7A"/>
    <w:rsid w:val="002B6947"/>
    <w:rsid w:val="002B7460"/>
    <w:rsid w:val="002C225B"/>
    <w:rsid w:val="002C37D5"/>
    <w:rsid w:val="002C3EB7"/>
    <w:rsid w:val="002D340F"/>
    <w:rsid w:val="002D4AE5"/>
    <w:rsid w:val="002D7258"/>
    <w:rsid w:val="002D7D9C"/>
    <w:rsid w:val="002E0762"/>
    <w:rsid w:val="002E4629"/>
    <w:rsid w:val="002E4D7B"/>
    <w:rsid w:val="002E6530"/>
    <w:rsid w:val="002E7DAF"/>
    <w:rsid w:val="002F24E5"/>
    <w:rsid w:val="002F2D5C"/>
    <w:rsid w:val="002F60AD"/>
    <w:rsid w:val="00300BB7"/>
    <w:rsid w:val="00307407"/>
    <w:rsid w:val="00311BE9"/>
    <w:rsid w:val="0031353F"/>
    <w:rsid w:val="00314A00"/>
    <w:rsid w:val="00316806"/>
    <w:rsid w:val="00317518"/>
    <w:rsid w:val="00325307"/>
    <w:rsid w:val="003312F2"/>
    <w:rsid w:val="00333DF9"/>
    <w:rsid w:val="00334071"/>
    <w:rsid w:val="00337900"/>
    <w:rsid w:val="00341A19"/>
    <w:rsid w:val="003433F0"/>
    <w:rsid w:val="00346788"/>
    <w:rsid w:val="00353923"/>
    <w:rsid w:val="0035671F"/>
    <w:rsid w:val="00357691"/>
    <w:rsid w:val="00363637"/>
    <w:rsid w:val="00366BEB"/>
    <w:rsid w:val="00370C63"/>
    <w:rsid w:val="00371F91"/>
    <w:rsid w:val="00373393"/>
    <w:rsid w:val="003742FB"/>
    <w:rsid w:val="00391A49"/>
    <w:rsid w:val="003921BD"/>
    <w:rsid w:val="003971FB"/>
    <w:rsid w:val="00397904"/>
    <w:rsid w:val="003A3162"/>
    <w:rsid w:val="003A6531"/>
    <w:rsid w:val="003A7B99"/>
    <w:rsid w:val="003B7759"/>
    <w:rsid w:val="003C14BF"/>
    <w:rsid w:val="003C4227"/>
    <w:rsid w:val="003D48A9"/>
    <w:rsid w:val="003D6040"/>
    <w:rsid w:val="003E03E6"/>
    <w:rsid w:val="003E0722"/>
    <w:rsid w:val="003E3094"/>
    <w:rsid w:val="003E4022"/>
    <w:rsid w:val="003E592A"/>
    <w:rsid w:val="0040124B"/>
    <w:rsid w:val="00403234"/>
    <w:rsid w:val="00406D93"/>
    <w:rsid w:val="004074A0"/>
    <w:rsid w:val="004079CE"/>
    <w:rsid w:val="00410203"/>
    <w:rsid w:val="00423A0A"/>
    <w:rsid w:val="004243B2"/>
    <w:rsid w:val="00430956"/>
    <w:rsid w:val="00430F2F"/>
    <w:rsid w:val="00440BC2"/>
    <w:rsid w:val="0044298B"/>
    <w:rsid w:val="00442CCA"/>
    <w:rsid w:val="00450D05"/>
    <w:rsid w:val="00451AEA"/>
    <w:rsid w:val="00453A87"/>
    <w:rsid w:val="004658AE"/>
    <w:rsid w:val="0047119B"/>
    <w:rsid w:val="00475308"/>
    <w:rsid w:val="00481EAB"/>
    <w:rsid w:val="00482BE1"/>
    <w:rsid w:val="0048526A"/>
    <w:rsid w:val="0048612B"/>
    <w:rsid w:val="0048760D"/>
    <w:rsid w:val="00492282"/>
    <w:rsid w:val="004930AB"/>
    <w:rsid w:val="00493BC6"/>
    <w:rsid w:val="00494ECE"/>
    <w:rsid w:val="0049636D"/>
    <w:rsid w:val="004A2ADD"/>
    <w:rsid w:val="004A4C5A"/>
    <w:rsid w:val="004B3C78"/>
    <w:rsid w:val="004B4B24"/>
    <w:rsid w:val="004C2DFB"/>
    <w:rsid w:val="004D0722"/>
    <w:rsid w:val="004D0736"/>
    <w:rsid w:val="004D1C8F"/>
    <w:rsid w:val="004E1CFD"/>
    <w:rsid w:val="004F1380"/>
    <w:rsid w:val="004F13CC"/>
    <w:rsid w:val="004F1435"/>
    <w:rsid w:val="004F4664"/>
    <w:rsid w:val="004F6A6F"/>
    <w:rsid w:val="005026AC"/>
    <w:rsid w:val="0050274F"/>
    <w:rsid w:val="0050306C"/>
    <w:rsid w:val="005064D8"/>
    <w:rsid w:val="00506AE5"/>
    <w:rsid w:val="00512E9B"/>
    <w:rsid w:val="00517918"/>
    <w:rsid w:val="005205C1"/>
    <w:rsid w:val="00521D20"/>
    <w:rsid w:val="005223EE"/>
    <w:rsid w:val="00523074"/>
    <w:rsid w:val="0052408A"/>
    <w:rsid w:val="0053409B"/>
    <w:rsid w:val="0053729A"/>
    <w:rsid w:val="00541E4E"/>
    <w:rsid w:val="00541F37"/>
    <w:rsid w:val="00542D5B"/>
    <w:rsid w:val="005447D9"/>
    <w:rsid w:val="00544884"/>
    <w:rsid w:val="00544D5F"/>
    <w:rsid w:val="00544DDB"/>
    <w:rsid w:val="00545CE5"/>
    <w:rsid w:val="00546D6A"/>
    <w:rsid w:val="00547884"/>
    <w:rsid w:val="00562361"/>
    <w:rsid w:val="005638F5"/>
    <w:rsid w:val="00571D7E"/>
    <w:rsid w:val="00571DF3"/>
    <w:rsid w:val="00573361"/>
    <w:rsid w:val="005745A2"/>
    <w:rsid w:val="00581958"/>
    <w:rsid w:val="00581A42"/>
    <w:rsid w:val="00582FBF"/>
    <w:rsid w:val="00592831"/>
    <w:rsid w:val="00595906"/>
    <w:rsid w:val="00596BCB"/>
    <w:rsid w:val="00597B5C"/>
    <w:rsid w:val="005A5C1F"/>
    <w:rsid w:val="005A6100"/>
    <w:rsid w:val="005A6614"/>
    <w:rsid w:val="005A7366"/>
    <w:rsid w:val="005B0DE6"/>
    <w:rsid w:val="005B1618"/>
    <w:rsid w:val="005C2D2C"/>
    <w:rsid w:val="005C6550"/>
    <w:rsid w:val="005D0E1E"/>
    <w:rsid w:val="005D18AB"/>
    <w:rsid w:val="005D3EE8"/>
    <w:rsid w:val="005D64A4"/>
    <w:rsid w:val="005D6548"/>
    <w:rsid w:val="005E7ADB"/>
    <w:rsid w:val="005F5538"/>
    <w:rsid w:val="005F57B7"/>
    <w:rsid w:val="005F6464"/>
    <w:rsid w:val="005F6DED"/>
    <w:rsid w:val="005F767A"/>
    <w:rsid w:val="00603AE6"/>
    <w:rsid w:val="00604786"/>
    <w:rsid w:val="00604F47"/>
    <w:rsid w:val="006053DE"/>
    <w:rsid w:val="00606F61"/>
    <w:rsid w:val="006138EF"/>
    <w:rsid w:val="00614CA2"/>
    <w:rsid w:val="006208FD"/>
    <w:rsid w:val="00621C49"/>
    <w:rsid w:val="00622FFE"/>
    <w:rsid w:val="006238C2"/>
    <w:rsid w:val="0062569E"/>
    <w:rsid w:val="0062716C"/>
    <w:rsid w:val="00627CFD"/>
    <w:rsid w:val="00632BC9"/>
    <w:rsid w:val="00632D4B"/>
    <w:rsid w:val="006334F4"/>
    <w:rsid w:val="00635428"/>
    <w:rsid w:val="00636541"/>
    <w:rsid w:val="00641117"/>
    <w:rsid w:val="00641D12"/>
    <w:rsid w:val="00644088"/>
    <w:rsid w:val="006471BC"/>
    <w:rsid w:val="00647C79"/>
    <w:rsid w:val="006505C3"/>
    <w:rsid w:val="00651C08"/>
    <w:rsid w:val="00653B78"/>
    <w:rsid w:val="006549D4"/>
    <w:rsid w:val="00660155"/>
    <w:rsid w:val="006612B1"/>
    <w:rsid w:val="00664EAA"/>
    <w:rsid w:val="00665C78"/>
    <w:rsid w:val="00666620"/>
    <w:rsid w:val="00675C96"/>
    <w:rsid w:val="00676038"/>
    <w:rsid w:val="00676539"/>
    <w:rsid w:val="00677900"/>
    <w:rsid w:val="00677F5E"/>
    <w:rsid w:val="00680FE0"/>
    <w:rsid w:val="00684B1A"/>
    <w:rsid w:val="00685053"/>
    <w:rsid w:val="0069775D"/>
    <w:rsid w:val="006A17AD"/>
    <w:rsid w:val="006B0D62"/>
    <w:rsid w:val="006B244A"/>
    <w:rsid w:val="006B43D1"/>
    <w:rsid w:val="006B50A6"/>
    <w:rsid w:val="006B5542"/>
    <w:rsid w:val="006B7724"/>
    <w:rsid w:val="006C1FCD"/>
    <w:rsid w:val="006C5B42"/>
    <w:rsid w:val="006C5E75"/>
    <w:rsid w:val="006C7FE4"/>
    <w:rsid w:val="006D4588"/>
    <w:rsid w:val="006E480E"/>
    <w:rsid w:val="006E68F7"/>
    <w:rsid w:val="006E6AFA"/>
    <w:rsid w:val="006E7F76"/>
    <w:rsid w:val="006F042A"/>
    <w:rsid w:val="006F1E91"/>
    <w:rsid w:val="006F48A5"/>
    <w:rsid w:val="00703295"/>
    <w:rsid w:val="0071058A"/>
    <w:rsid w:val="00710FEF"/>
    <w:rsid w:val="00714F12"/>
    <w:rsid w:val="0072184F"/>
    <w:rsid w:val="0072476E"/>
    <w:rsid w:val="007252B5"/>
    <w:rsid w:val="0073074B"/>
    <w:rsid w:val="00732692"/>
    <w:rsid w:val="00733921"/>
    <w:rsid w:val="007378D3"/>
    <w:rsid w:val="00740629"/>
    <w:rsid w:val="007464BF"/>
    <w:rsid w:val="00747044"/>
    <w:rsid w:val="00751BE0"/>
    <w:rsid w:val="00752419"/>
    <w:rsid w:val="007555E6"/>
    <w:rsid w:val="007561DB"/>
    <w:rsid w:val="00756E32"/>
    <w:rsid w:val="00764F64"/>
    <w:rsid w:val="007660AA"/>
    <w:rsid w:val="00782397"/>
    <w:rsid w:val="007A617C"/>
    <w:rsid w:val="007A65F1"/>
    <w:rsid w:val="007A73CA"/>
    <w:rsid w:val="007B0449"/>
    <w:rsid w:val="007B131F"/>
    <w:rsid w:val="007B3F00"/>
    <w:rsid w:val="007B486B"/>
    <w:rsid w:val="007B5192"/>
    <w:rsid w:val="007B6F2C"/>
    <w:rsid w:val="007C2857"/>
    <w:rsid w:val="007C52D4"/>
    <w:rsid w:val="007C6AA2"/>
    <w:rsid w:val="007C7C41"/>
    <w:rsid w:val="007C7C46"/>
    <w:rsid w:val="007D7CCC"/>
    <w:rsid w:val="007E6895"/>
    <w:rsid w:val="007F224B"/>
    <w:rsid w:val="008022A8"/>
    <w:rsid w:val="0080483C"/>
    <w:rsid w:val="00815F45"/>
    <w:rsid w:val="00817F9C"/>
    <w:rsid w:val="008252A0"/>
    <w:rsid w:val="00825F16"/>
    <w:rsid w:val="008320C7"/>
    <w:rsid w:val="00832250"/>
    <w:rsid w:val="00833ED5"/>
    <w:rsid w:val="00837DCC"/>
    <w:rsid w:val="00840581"/>
    <w:rsid w:val="008417DB"/>
    <w:rsid w:val="008436C5"/>
    <w:rsid w:val="0084375A"/>
    <w:rsid w:val="0085014E"/>
    <w:rsid w:val="008512C0"/>
    <w:rsid w:val="00855C90"/>
    <w:rsid w:val="00855E34"/>
    <w:rsid w:val="00860582"/>
    <w:rsid w:val="00861A6A"/>
    <w:rsid w:val="00861EEC"/>
    <w:rsid w:val="00862459"/>
    <w:rsid w:val="0086434C"/>
    <w:rsid w:val="0087366F"/>
    <w:rsid w:val="00874FA8"/>
    <w:rsid w:val="00886238"/>
    <w:rsid w:val="00893F6C"/>
    <w:rsid w:val="0089473A"/>
    <w:rsid w:val="00895DA6"/>
    <w:rsid w:val="008968AA"/>
    <w:rsid w:val="008B0D62"/>
    <w:rsid w:val="008B23AA"/>
    <w:rsid w:val="008B749F"/>
    <w:rsid w:val="008C30E0"/>
    <w:rsid w:val="008D42F4"/>
    <w:rsid w:val="008D73FB"/>
    <w:rsid w:val="008E0CB5"/>
    <w:rsid w:val="008E389F"/>
    <w:rsid w:val="008E51E2"/>
    <w:rsid w:val="008E636D"/>
    <w:rsid w:val="008F1030"/>
    <w:rsid w:val="008F51AA"/>
    <w:rsid w:val="008F5CA5"/>
    <w:rsid w:val="00902840"/>
    <w:rsid w:val="00905AFC"/>
    <w:rsid w:val="0090675E"/>
    <w:rsid w:val="00912C54"/>
    <w:rsid w:val="0091510E"/>
    <w:rsid w:val="00916512"/>
    <w:rsid w:val="00923607"/>
    <w:rsid w:val="00923D33"/>
    <w:rsid w:val="0092444D"/>
    <w:rsid w:val="00924864"/>
    <w:rsid w:val="0092510B"/>
    <w:rsid w:val="00925172"/>
    <w:rsid w:val="00931755"/>
    <w:rsid w:val="009377E3"/>
    <w:rsid w:val="00937A31"/>
    <w:rsid w:val="009408F5"/>
    <w:rsid w:val="00940A57"/>
    <w:rsid w:val="0094327A"/>
    <w:rsid w:val="00954032"/>
    <w:rsid w:val="00954943"/>
    <w:rsid w:val="009559D0"/>
    <w:rsid w:val="009606E3"/>
    <w:rsid w:val="00962423"/>
    <w:rsid w:val="00962CCF"/>
    <w:rsid w:val="00965144"/>
    <w:rsid w:val="009677DA"/>
    <w:rsid w:val="00967AE7"/>
    <w:rsid w:val="009723E0"/>
    <w:rsid w:val="00974269"/>
    <w:rsid w:val="00975DA9"/>
    <w:rsid w:val="00981509"/>
    <w:rsid w:val="00985D01"/>
    <w:rsid w:val="00991873"/>
    <w:rsid w:val="0099219F"/>
    <w:rsid w:val="0099361F"/>
    <w:rsid w:val="00993B15"/>
    <w:rsid w:val="00996C55"/>
    <w:rsid w:val="009B07CA"/>
    <w:rsid w:val="009B3ED3"/>
    <w:rsid w:val="009C3635"/>
    <w:rsid w:val="009C5805"/>
    <w:rsid w:val="009C5AF4"/>
    <w:rsid w:val="009D4B0B"/>
    <w:rsid w:val="009D6D77"/>
    <w:rsid w:val="009D7E62"/>
    <w:rsid w:val="009E031D"/>
    <w:rsid w:val="009F2CCF"/>
    <w:rsid w:val="00A00994"/>
    <w:rsid w:val="00A030AE"/>
    <w:rsid w:val="00A03991"/>
    <w:rsid w:val="00A04A03"/>
    <w:rsid w:val="00A0710D"/>
    <w:rsid w:val="00A170CE"/>
    <w:rsid w:val="00A17585"/>
    <w:rsid w:val="00A310C7"/>
    <w:rsid w:val="00A35D15"/>
    <w:rsid w:val="00A36365"/>
    <w:rsid w:val="00A42C8E"/>
    <w:rsid w:val="00A4491E"/>
    <w:rsid w:val="00A47A66"/>
    <w:rsid w:val="00A50E96"/>
    <w:rsid w:val="00A5361C"/>
    <w:rsid w:val="00A5367F"/>
    <w:rsid w:val="00A56CAD"/>
    <w:rsid w:val="00A5757F"/>
    <w:rsid w:val="00A60AF3"/>
    <w:rsid w:val="00A6232D"/>
    <w:rsid w:val="00A63EF1"/>
    <w:rsid w:val="00A64CFE"/>
    <w:rsid w:val="00A67A5F"/>
    <w:rsid w:val="00A71AB8"/>
    <w:rsid w:val="00A82C27"/>
    <w:rsid w:val="00A82F07"/>
    <w:rsid w:val="00A86B2A"/>
    <w:rsid w:val="00A94D75"/>
    <w:rsid w:val="00A9515B"/>
    <w:rsid w:val="00A95EA3"/>
    <w:rsid w:val="00AA0A4C"/>
    <w:rsid w:val="00AA1951"/>
    <w:rsid w:val="00AA2066"/>
    <w:rsid w:val="00AA3A7D"/>
    <w:rsid w:val="00AA43C4"/>
    <w:rsid w:val="00AA507B"/>
    <w:rsid w:val="00AA638A"/>
    <w:rsid w:val="00AB2C30"/>
    <w:rsid w:val="00AB34C1"/>
    <w:rsid w:val="00AB3C7E"/>
    <w:rsid w:val="00AB52B3"/>
    <w:rsid w:val="00AB67BB"/>
    <w:rsid w:val="00AB7928"/>
    <w:rsid w:val="00AC1A1F"/>
    <w:rsid w:val="00AC7570"/>
    <w:rsid w:val="00AE61AF"/>
    <w:rsid w:val="00AE741D"/>
    <w:rsid w:val="00AF5D6A"/>
    <w:rsid w:val="00B0580F"/>
    <w:rsid w:val="00B06FAD"/>
    <w:rsid w:val="00B111AE"/>
    <w:rsid w:val="00B124C3"/>
    <w:rsid w:val="00B12ABA"/>
    <w:rsid w:val="00B130FE"/>
    <w:rsid w:val="00B13374"/>
    <w:rsid w:val="00B15F5A"/>
    <w:rsid w:val="00B16E19"/>
    <w:rsid w:val="00B22227"/>
    <w:rsid w:val="00B2524B"/>
    <w:rsid w:val="00B2557C"/>
    <w:rsid w:val="00B27E88"/>
    <w:rsid w:val="00B33238"/>
    <w:rsid w:val="00B360D8"/>
    <w:rsid w:val="00B376A5"/>
    <w:rsid w:val="00B40701"/>
    <w:rsid w:val="00B4183E"/>
    <w:rsid w:val="00B43594"/>
    <w:rsid w:val="00B43DC7"/>
    <w:rsid w:val="00B44400"/>
    <w:rsid w:val="00B4441C"/>
    <w:rsid w:val="00B56DD1"/>
    <w:rsid w:val="00B60386"/>
    <w:rsid w:val="00B60A88"/>
    <w:rsid w:val="00B63A9F"/>
    <w:rsid w:val="00B66582"/>
    <w:rsid w:val="00B666C4"/>
    <w:rsid w:val="00B72800"/>
    <w:rsid w:val="00B76E94"/>
    <w:rsid w:val="00B77D00"/>
    <w:rsid w:val="00B823D3"/>
    <w:rsid w:val="00B877F7"/>
    <w:rsid w:val="00B87B77"/>
    <w:rsid w:val="00B937DC"/>
    <w:rsid w:val="00B940F3"/>
    <w:rsid w:val="00B95780"/>
    <w:rsid w:val="00BA5CAB"/>
    <w:rsid w:val="00BB2E19"/>
    <w:rsid w:val="00BB4330"/>
    <w:rsid w:val="00BC061C"/>
    <w:rsid w:val="00BC1BD3"/>
    <w:rsid w:val="00BC2566"/>
    <w:rsid w:val="00BC340A"/>
    <w:rsid w:val="00BC5696"/>
    <w:rsid w:val="00BD5B1C"/>
    <w:rsid w:val="00BD7529"/>
    <w:rsid w:val="00BE547C"/>
    <w:rsid w:val="00BE5841"/>
    <w:rsid w:val="00BE5980"/>
    <w:rsid w:val="00BF0A25"/>
    <w:rsid w:val="00BF6338"/>
    <w:rsid w:val="00C055EA"/>
    <w:rsid w:val="00C07C11"/>
    <w:rsid w:val="00C118A7"/>
    <w:rsid w:val="00C20AFA"/>
    <w:rsid w:val="00C23A2D"/>
    <w:rsid w:val="00C30F60"/>
    <w:rsid w:val="00C45FC0"/>
    <w:rsid w:val="00C536B9"/>
    <w:rsid w:val="00C55B63"/>
    <w:rsid w:val="00C6061D"/>
    <w:rsid w:val="00C606F1"/>
    <w:rsid w:val="00C60890"/>
    <w:rsid w:val="00C616BA"/>
    <w:rsid w:val="00C627D9"/>
    <w:rsid w:val="00C63ECE"/>
    <w:rsid w:val="00C643CF"/>
    <w:rsid w:val="00C66279"/>
    <w:rsid w:val="00C668FB"/>
    <w:rsid w:val="00C702E6"/>
    <w:rsid w:val="00C75C93"/>
    <w:rsid w:val="00C77330"/>
    <w:rsid w:val="00C81C48"/>
    <w:rsid w:val="00C81F68"/>
    <w:rsid w:val="00C8236C"/>
    <w:rsid w:val="00CA51DD"/>
    <w:rsid w:val="00CA73C4"/>
    <w:rsid w:val="00CB11B5"/>
    <w:rsid w:val="00CB5B93"/>
    <w:rsid w:val="00CC111D"/>
    <w:rsid w:val="00CC14E5"/>
    <w:rsid w:val="00CC308A"/>
    <w:rsid w:val="00CC4148"/>
    <w:rsid w:val="00CC5641"/>
    <w:rsid w:val="00CC5AD3"/>
    <w:rsid w:val="00CC5DEB"/>
    <w:rsid w:val="00CC7161"/>
    <w:rsid w:val="00CD5527"/>
    <w:rsid w:val="00CD6470"/>
    <w:rsid w:val="00CD68ED"/>
    <w:rsid w:val="00CE0F91"/>
    <w:rsid w:val="00CE161F"/>
    <w:rsid w:val="00CE1911"/>
    <w:rsid w:val="00CE6C23"/>
    <w:rsid w:val="00CF1AD1"/>
    <w:rsid w:val="00CF21A9"/>
    <w:rsid w:val="00CF38D2"/>
    <w:rsid w:val="00CF525B"/>
    <w:rsid w:val="00D0007F"/>
    <w:rsid w:val="00D0089E"/>
    <w:rsid w:val="00D10568"/>
    <w:rsid w:val="00D15EA2"/>
    <w:rsid w:val="00D16459"/>
    <w:rsid w:val="00D20DF9"/>
    <w:rsid w:val="00D22BF5"/>
    <w:rsid w:val="00D23845"/>
    <w:rsid w:val="00D32C6D"/>
    <w:rsid w:val="00D3740F"/>
    <w:rsid w:val="00D62E7F"/>
    <w:rsid w:val="00D63E9E"/>
    <w:rsid w:val="00D66A31"/>
    <w:rsid w:val="00D73B11"/>
    <w:rsid w:val="00D75389"/>
    <w:rsid w:val="00D85DE4"/>
    <w:rsid w:val="00D90975"/>
    <w:rsid w:val="00D93C50"/>
    <w:rsid w:val="00DA0264"/>
    <w:rsid w:val="00DA5AAE"/>
    <w:rsid w:val="00DA607F"/>
    <w:rsid w:val="00DB24E2"/>
    <w:rsid w:val="00DB2CAD"/>
    <w:rsid w:val="00DB3506"/>
    <w:rsid w:val="00DC1509"/>
    <w:rsid w:val="00DD0DA6"/>
    <w:rsid w:val="00DD2774"/>
    <w:rsid w:val="00DD393C"/>
    <w:rsid w:val="00DD48CE"/>
    <w:rsid w:val="00DD5852"/>
    <w:rsid w:val="00DE3B85"/>
    <w:rsid w:val="00DE3CF3"/>
    <w:rsid w:val="00DF0063"/>
    <w:rsid w:val="00DF1DBC"/>
    <w:rsid w:val="00DF5370"/>
    <w:rsid w:val="00DF6FE8"/>
    <w:rsid w:val="00E01793"/>
    <w:rsid w:val="00E02303"/>
    <w:rsid w:val="00E03959"/>
    <w:rsid w:val="00E040E5"/>
    <w:rsid w:val="00E16318"/>
    <w:rsid w:val="00E16B59"/>
    <w:rsid w:val="00E21353"/>
    <w:rsid w:val="00E23B68"/>
    <w:rsid w:val="00E24F70"/>
    <w:rsid w:val="00E253AE"/>
    <w:rsid w:val="00E25633"/>
    <w:rsid w:val="00E27E74"/>
    <w:rsid w:val="00E31731"/>
    <w:rsid w:val="00E33E61"/>
    <w:rsid w:val="00E34D74"/>
    <w:rsid w:val="00E4324A"/>
    <w:rsid w:val="00E47388"/>
    <w:rsid w:val="00E5210A"/>
    <w:rsid w:val="00E522C0"/>
    <w:rsid w:val="00E63A4F"/>
    <w:rsid w:val="00E649C5"/>
    <w:rsid w:val="00E67645"/>
    <w:rsid w:val="00E81334"/>
    <w:rsid w:val="00E85D88"/>
    <w:rsid w:val="00E977ED"/>
    <w:rsid w:val="00E97F3F"/>
    <w:rsid w:val="00EA039B"/>
    <w:rsid w:val="00EA0D93"/>
    <w:rsid w:val="00EA52C1"/>
    <w:rsid w:val="00EA7BE8"/>
    <w:rsid w:val="00EB040C"/>
    <w:rsid w:val="00EB0E68"/>
    <w:rsid w:val="00EB0F86"/>
    <w:rsid w:val="00EB14BB"/>
    <w:rsid w:val="00EB45B5"/>
    <w:rsid w:val="00EB4B7E"/>
    <w:rsid w:val="00EC04F4"/>
    <w:rsid w:val="00EC0804"/>
    <w:rsid w:val="00EC0ADB"/>
    <w:rsid w:val="00EC4AF0"/>
    <w:rsid w:val="00EC6A05"/>
    <w:rsid w:val="00ED08D2"/>
    <w:rsid w:val="00ED7849"/>
    <w:rsid w:val="00EE23E6"/>
    <w:rsid w:val="00EE25B5"/>
    <w:rsid w:val="00EE6C12"/>
    <w:rsid w:val="00EF17A6"/>
    <w:rsid w:val="00EF3892"/>
    <w:rsid w:val="00EF6553"/>
    <w:rsid w:val="00F02D1B"/>
    <w:rsid w:val="00F0476A"/>
    <w:rsid w:val="00F04B1E"/>
    <w:rsid w:val="00F06CC8"/>
    <w:rsid w:val="00F22CA8"/>
    <w:rsid w:val="00F3140F"/>
    <w:rsid w:val="00F33820"/>
    <w:rsid w:val="00F34E1A"/>
    <w:rsid w:val="00F4165C"/>
    <w:rsid w:val="00F47AA2"/>
    <w:rsid w:val="00F5679E"/>
    <w:rsid w:val="00F64209"/>
    <w:rsid w:val="00F705AA"/>
    <w:rsid w:val="00F712C9"/>
    <w:rsid w:val="00F75765"/>
    <w:rsid w:val="00F76DAB"/>
    <w:rsid w:val="00F81A8A"/>
    <w:rsid w:val="00F82CCB"/>
    <w:rsid w:val="00F852E8"/>
    <w:rsid w:val="00F875CA"/>
    <w:rsid w:val="00F9056F"/>
    <w:rsid w:val="00F90F4C"/>
    <w:rsid w:val="00F911AD"/>
    <w:rsid w:val="00F93237"/>
    <w:rsid w:val="00F9701B"/>
    <w:rsid w:val="00FA3CD5"/>
    <w:rsid w:val="00FA4E28"/>
    <w:rsid w:val="00FA5579"/>
    <w:rsid w:val="00FB04E2"/>
    <w:rsid w:val="00FC0451"/>
    <w:rsid w:val="00FC281F"/>
    <w:rsid w:val="00FC63CF"/>
    <w:rsid w:val="00FD51D4"/>
    <w:rsid w:val="00FD5A2A"/>
    <w:rsid w:val="00FD73B4"/>
    <w:rsid w:val="00FE17C7"/>
    <w:rsid w:val="00FE24D3"/>
    <w:rsid w:val="00FE4C3C"/>
    <w:rsid w:val="00FE6C85"/>
    <w:rsid w:val="00FE6E54"/>
    <w:rsid w:val="00FF4786"/>
    <w:rsid w:val="00FF4BE4"/>
    <w:rsid w:val="00FF5CD7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3AF4FC-2BC6-47FB-BA75-58BE7631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Spacing"/>
    <w:link w:val="Heading1Char"/>
    <w:uiPriority w:val="9"/>
    <w:qFormat/>
    <w:rsid w:val="005F6464"/>
    <w:pPr>
      <w:keepNext/>
      <w:keepLines/>
      <w:spacing w:after="0"/>
      <w:outlineLvl w:val="0"/>
    </w:pPr>
    <w:rPr>
      <w:rFonts w:ascii="Times New Roman" w:eastAsiaTheme="majorEastAsia" w:hAnsi="Times New Roman" w:cstheme="majorBidi"/>
      <w:sz w:val="28"/>
      <w:u w:val="single"/>
    </w:rPr>
  </w:style>
  <w:style w:type="paragraph" w:styleId="Heading2">
    <w:name w:val="heading 2"/>
    <w:basedOn w:val="NoSpacing"/>
    <w:next w:val="NoSpacing"/>
    <w:link w:val="Heading2Char"/>
    <w:uiPriority w:val="9"/>
    <w:unhideWhenUsed/>
    <w:qFormat/>
    <w:pPr>
      <w:keepNext/>
      <w:keepLines/>
      <w:spacing w:before="200"/>
      <w:outlineLvl w:val="1"/>
    </w:pPr>
    <w:rPr>
      <w:rFonts w:eastAsiaTheme="majorEastAsia" w:cstheme="majorBidi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lang w:eastAsia="de-CH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Strong">
    <w:name w:val="Strong"/>
    <w:basedOn w:val="DefaultParagraphFont"/>
    <w:uiPriority w:val="22"/>
    <w:qFormat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</w:rPr>
  </w:style>
  <w:style w:type="character" w:styleId="Emphasis">
    <w:name w:val="Emphasis"/>
    <w:basedOn w:val="DefaultParagraphFont"/>
    <w:uiPriority w:val="20"/>
    <w:qFormat/>
    <w:rPr>
      <w:i/>
    </w:rPr>
  </w:style>
  <w:style w:type="character" w:styleId="BookTitle">
    <w:name w:val="Book Title"/>
    <w:basedOn w:val="DefaultParagraphFont"/>
    <w:uiPriority w:val="33"/>
    <w:qFormat/>
    <w:rPr>
      <w:b/>
      <w:smallCaps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OC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OC1">
    <w:name w:val="toc 1"/>
    <w:basedOn w:val="Normal"/>
    <w:next w:val="Normal"/>
    <w:uiPriority w:val="39"/>
    <w:unhideWhenUsed/>
    <w:pPr>
      <w:spacing w:after="100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F6464"/>
    <w:rPr>
      <w:rFonts w:ascii="Times New Roman" w:eastAsiaTheme="majorEastAsia" w:hAnsi="Times New Roman" w:cstheme="majorBidi"/>
      <w:sz w:val="28"/>
      <w:u w:val="single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Pr>
      <w:rFonts w:asciiTheme="majorHAnsi" w:hAnsiTheme="majorHAnsi"/>
      <w:b/>
      <w:color w:val="365F91" w:themeColor="accent1" w:themeShade="BF"/>
      <w:u w:val="none"/>
      <w:lang w:eastAsia="de-CH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BalloonText">
    <w:name w:val="Balloon Text"/>
    <w:basedOn w:val="Normal"/>
    <w:link w:val="BalloonTextChar"/>
    <w:autoRedefine/>
    <w:uiPriority w:val="99"/>
    <w:semiHidden/>
    <w:unhideWhenUsed/>
    <w:rsid w:val="00E649C5"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9C5"/>
    <w:rPr>
      <w:rFonts w:ascii="Tahoma" w:hAnsi="Tahoma" w:cs="Tahoma"/>
      <w:sz w:val="16"/>
    </w:rPr>
  </w:style>
  <w:style w:type="character" w:styleId="IntenseReference">
    <w:name w:val="Intense Reference"/>
    <w:basedOn w:val="DefaultParagraphFont"/>
    <w:uiPriority w:val="32"/>
    <w:qFormat/>
    <w:rPr>
      <w:b/>
      <w:smallCaps/>
      <w:color w:val="C0504D" w:themeColor="accent2"/>
      <w:spacing w:val="5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Character">
    <w:name w:val="Character"/>
    <w:basedOn w:val="DefaultParagraphFont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</w:rPr>
  </w:style>
  <w:style w:type="character" w:styleId="IntenseEmphasis">
    <w:name w:val="Intense Emphasis"/>
    <w:basedOn w:val="DefaultParagraphFont"/>
    <w:uiPriority w:val="21"/>
    <w:qFormat/>
    <w:rPr>
      <w:b/>
      <w:i/>
      <w:color w:val="4F81BD" w:themeColor="accen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</w:rPr>
  </w:style>
  <w:style w:type="paragraph" w:styleId="NoSpacing">
    <w:name w:val="No Spacing"/>
    <w:aliases w:val="Clue Writing Text"/>
    <w:uiPriority w:val="1"/>
    <w:qFormat/>
    <w:rsid w:val="00475308"/>
    <w:pPr>
      <w:spacing w:after="240"/>
    </w:pPr>
    <w:rPr>
      <w:rFonts w:cs="Times New Roman"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eastAsiaTheme="majorEastAsia" w:cstheme="majorBidi"/>
      <w:sz w:val="24"/>
      <w:u w:val="sing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sz w:val="20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 w:themeColor="tex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E4C3C"/>
    <w:pPr>
      <w:spacing w:after="0" w:line="240" w:lineRule="auto"/>
    </w:pPr>
  </w:style>
  <w:style w:type="paragraph" w:customStyle="1" w:styleId="bodytext">
    <w:name w:val="bodytext"/>
    <w:basedOn w:val="Normal"/>
    <w:rsid w:val="0063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3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Clue%20Cloud\Stories\Story-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55E2E-EAF5-4DC5-8C76-C5E9009E5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Story-Vorlage.dotx</Template>
  <TotalTime>20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ClueWriting.de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L. R. Schneiter</dc:creator>
  <cp:lastModifiedBy>Sarah L. R. Schneiter</cp:lastModifiedBy>
  <cp:revision>17</cp:revision>
  <dcterms:created xsi:type="dcterms:W3CDTF">2016-10-09T18:22:00Z</dcterms:created>
  <dcterms:modified xsi:type="dcterms:W3CDTF">2020-02-16T11:25:00Z</dcterms:modified>
</cp:coreProperties>
</file>